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299"/>
        <w:gridCol w:w="2310"/>
        <w:gridCol w:w="5889"/>
      </w:tblGrid>
      <w:tr w:rsidR="00757AC7" w:rsidRPr="00B0544D" w14:paraId="522EABA8" w14:textId="77777777" w:rsidTr="0000354A">
        <w:tc>
          <w:tcPr>
            <w:tcW w:w="1299" w:type="dxa"/>
          </w:tcPr>
          <w:p w14:paraId="28A4B414" w14:textId="77777777" w:rsidR="00757AC7" w:rsidRPr="00FC18A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FC18A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310" w:type="dxa"/>
          </w:tcPr>
          <w:p w14:paraId="519D2B92" w14:textId="77777777" w:rsidR="00757AC7" w:rsidRPr="00FC18A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FC18A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89" w:type="dxa"/>
          </w:tcPr>
          <w:p w14:paraId="159D64BF" w14:textId="77777777" w:rsidR="00757AC7" w:rsidRPr="00FC18A2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C18A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C18A2" w14:paraId="1701D228" w14:textId="77777777" w:rsidTr="00FC18A2">
        <w:trPr>
          <w:trHeight w:val="675"/>
        </w:trPr>
        <w:tc>
          <w:tcPr>
            <w:tcW w:w="1299" w:type="dxa"/>
          </w:tcPr>
          <w:p w14:paraId="637C35AE" w14:textId="77777777" w:rsidR="00FC18A2" w:rsidRPr="00FC18A2" w:rsidRDefault="00F74323" w:rsidP="00FC18A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01306954</w:t>
            </w:r>
          </w:p>
        </w:tc>
        <w:tc>
          <w:tcPr>
            <w:tcW w:w="2310" w:type="dxa"/>
          </w:tcPr>
          <w:p w14:paraId="2F243266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Valvola manuale ad H diritta con adattatore</w:t>
            </w:r>
          </w:p>
          <w:p w14:paraId="1AAE32E5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5889" w:type="dxa"/>
          </w:tcPr>
          <w:p w14:paraId="27E34BBE" w14:textId="3E31524A" w:rsid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Valvola manuale ad H diritta con adattatore 3/4” x 1/2" può essere utilizzata per collegare la valvola radiatore alla rete idraulica di riscaldamento.</w:t>
            </w:r>
          </w:p>
          <w:p w14:paraId="052EC61D" w14:textId="77777777" w:rsidR="005379BA" w:rsidRPr="00FC18A2" w:rsidRDefault="005379BA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5DD759D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La valvola è costituita da:</w:t>
            </w:r>
          </w:p>
          <w:p w14:paraId="2BF5EDB7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Corpo in ottone nichelato UNI EN 12165 CW617N</w:t>
            </w:r>
          </w:p>
          <w:p w14:paraId="14AD4B9E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 xml:space="preserve">Otturatore in ottone UNI EN 12164 CW617N nichelato </w:t>
            </w:r>
          </w:p>
          <w:p w14:paraId="573AA079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O-ring di tenuta otturatore in EPDM</w:t>
            </w:r>
          </w:p>
          <w:p w14:paraId="7F2B2502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O-ring in EPDM</w:t>
            </w:r>
          </w:p>
          <w:p w14:paraId="3537C2E0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Ghiera in ottone UNI EN 12164 CW614N nichelata</w:t>
            </w:r>
          </w:p>
          <w:p w14:paraId="373BDCAC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Ghiera flangiata in ottone UNI EN 12164 CW614N</w:t>
            </w:r>
          </w:p>
          <w:p w14:paraId="0E8D8F66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Dado in ottone UNI EN 12165 CW617N nichelato</w:t>
            </w:r>
          </w:p>
          <w:p w14:paraId="67C2F885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DC4F68F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833A989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Interasse: 50 mm</w:t>
            </w:r>
          </w:p>
          <w:p w14:paraId="00FBC198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Pressione massima di esercizio: 10 bar</w:t>
            </w:r>
          </w:p>
          <w:p w14:paraId="553E8902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Pressione differenziale massima: 6 bar</w:t>
            </w:r>
          </w:p>
          <w:p w14:paraId="5B1AF2AF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Temperatura massima di esercizio: 100°C</w:t>
            </w:r>
          </w:p>
          <w:p w14:paraId="33DD0A87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 xml:space="preserve">Attacchi impianto: 3/4" </w:t>
            </w:r>
            <w:proofErr w:type="spellStart"/>
            <w:r w:rsidRPr="00FC18A2"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</w:p>
          <w:p w14:paraId="41E9A68C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BA729F8" w14:textId="381070F8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C18A2">
              <w:rPr>
                <w:rFonts w:ascii="Poppins" w:hAnsi="Poppins" w:cs="Poppins"/>
                <w:b/>
                <w:sz w:val="20"/>
              </w:rPr>
              <w:t>Marca E</w:t>
            </w:r>
            <w:r w:rsidR="005379BA">
              <w:rPr>
                <w:rFonts w:ascii="Poppins" w:hAnsi="Poppins" w:cs="Poppins"/>
                <w:b/>
                <w:sz w:val="20"/>
              </w:rPr>
              <w:t>mmeti</w:t>
            </w:r>
            <w:r w:rsidRPr="00FC18A2">
              <w:rPr>
                <w:rFonts w:ascii="Poppins" w:hAnsi="Poppins" w:cs="Poppins"/>
                <w:b/>
                <w:sz w:val="20"/>
              </w:rPr>
              <w:t xml:space="preserve"> – Modello Valvola manuale ad H diritta con adattatore o equivalente.</w:t>
            </w:r>
          </w:p>
        </w:tc>
      </w:tr>
      <w:tr w:rsidR="00FC18A2" w14:paraId="6A5B3C92" w14:textId="77777777" w:rsidTr="00FC18A2">
        <w:trPr>
          <w:trHeight w:val="675"/>
        </w:trPr>
        <w:tc>
          <w:tcPr>
            <w:tcW w:w="1299" w:type="dxa"/>
          </w:tcPr>
          <w:p w14:paraId="3BE811D0" w14:textId="77777777" w:rsidR="00FC18A2" w:rsidRPr="00FC18A2" w:rsidRDefault="00F74323" w:rsidP="00FC18A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01306956</w:t>
            </w:r>
          </w:p>
        </w:tc>
        <w:tc>
          <w:tcPr>
            <w:tcW w:w="2310" w:type="dxa"/>
          </w:tcPr>
          <w:p w14:paraId="510024C4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Valvola manuale ad H diritta</w:t>
            </w:r>
          </w:p>
        </w:tc>
        <w:tc>
          <w:tcPr>
            <w:tcW w:w="5889" w:type="dxa"/>
          </w:tcPr>
          <w:p w14:paraId="0D8F42A1" w14:textId="40189098" w:rsid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Valvola manuale ad H diritta 3/4” x 3/4" può essere utilizzata per collegare la valvola radiatore alla rete idraulica di riscaldamento.</w:t>
            </w:r>
          </w:p>
          <w:p w14:paraId="096FF196" w14:textId="77777777" w:rsidR="005379BA" w:rsidRPr="00FC18A2" w:rsidRDefault="005379BA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BFBE2A5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La valvola è costituita da:</w:t>
            </w:r>
          </w:p>
          <w:p w14:paraId="1932AAB6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Corpo in ottone nichelato UNI EN 12165 CW617N</w:t>
            </w:r>
          </w:p>
          <w:p w14:paraId="47CBC8A1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 xml:space="preserve">Otturatore in ottone UNI EN 12164 CW617N nichelato </w:t>
            </w:r>
          </w:p>
          <w:p w14:paraId="6FDCB163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O-ring di tenuta otturatore in EPDM</w:t>
            </w:r>
          </w:p>
          <w:p w14:paraId="008E0832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O-ring in EPDM</w:t>
            </w:r>
          </w:p>
          <w:p w14:paraId="63DD28EC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Ghiera in ottone UNI EN 12164 CW614N nichelata</w:t>
            </w:r>
          </w:p>
          <w:p w14:paraId="3677DFDF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Ghiera flangiata in ottone UNI EN 12164 CW614N</w:t>
            </w:r>
          </w:p>
          <w:p w14:paraId="2FD42FCD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Dado in ottone UNI EN 12165 CW617N nichelato</w:t>
            </w:r>
          </w:p>
          <w:p w14:paraId="7A3A9161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3E82223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B7261C5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Interasse: 50 mm</w:t>
            </w:r>
          </w:p>
          <w:p w14:paraId="1E1DA03B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Pressione massima di esercizio: 10 bar</w:t>
            </w:r>
          </w:p>
          <w:p w14:paraId="7198AD01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Pressione differenziale massima: 6 bar</w:t>
            </w:r>
          </w:p>
          <w:p w14:paraId="0931FAB3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Temperatura massima di esercizio: 100°C</w:t>
            </w:r>
          </w:p>
          <w:p w14:paraId="5D6B57E7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lastRenderedPageBreak/>
              <w:t xml:space="preserve">Attacchi impianto: 3/4" </w:t>
            </w:r>
            <w:proofErr w:type="spellStart"/>
            <w:r w:rsidRPr="00FC18A2"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</w:p>
          <w:p w14:paraId="7A181F91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A7FF80A" w14:textId="1CFEB0AF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C18A2">
              <w:rPr>
                <w:rFonts w:ascii="Poppins" w:hAnsi="Poppins" w:cs="Poppins"/>
                <w:b/>
                <w:sz w:val="20"/>
              </w:rPr>
              <w:t>Marca E</w:t>
            </w:r>
            <w:r w:rsidR="005379BA">
              <w:rPr>
                <w:rFonts w:ascii="Poppins" w:hAnsi="Poppins" w:cs="Poppins"/>
                <w:b/>
                <w:sz w:val="20"/>
              </w:rPr>
              <w:t>mmeti</w:t>
            </w:r>
            <w:r w:rsidRPr="00FC18A2">
              <w:rPr>
                <w:rFonts w:ascii="Poppins" w:hAnsi="Poppins" w:cs="Poppins"/>
                <w:b/>
                <w:sz w:val="20"/>
              </w:rPr>
              <w:t xml:space="preserve"> – Modello Valvola manuale ad H diritta o equivalente.</w:t>
            </w:r>
          </w:p>
        </w:tc>
      </w:tr>
      <w:tr w:rsidR="00FC18A2" w14:paraId="2C61C57C" w14:textId="77777777" w:rsidTr="00FC18A2">
        <w:trPr>
          <w:trHeight w:val="675"/>
        </w:trPr>
        <w:tc>
          <w:tcPr>
            <w:tcW w:w="1299" w:type="dxa"/>
          </w:tcPr>
          <w:p w14:paraId="492F9BEF" w14:textId="6BDAE59F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lastRenderedPageBreak/>
              <w:t>0</w:t>
            </w:r>
            <w:r w:rsidR="00D000D9">
              <w:rPr>
                <w:rFonts w:ascii="Poppins" w:hAnsi="Poppins" w:cs="Poppins"/>
                <w:bCs/>
                <w:sz w:val="20"/>
              </w:rPr>
              <w:t>1308230</w:t>
            </w:r>
          </w:p>
        </w:tc>
        <w:tc>
          <w:tcPr>
            <w:tcW w:w="2310" w:type="dxa"/>
          </w:tcPr>
          <w:p w14:paraId="427DF312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Valvola manuale ad H a squadra con adattatore</w:t>
            </w:r>
          </w:p>
        </w:tc>
        <w:tc>
          <w:tcPr>
            <w:tcW w:w="5889" w:type="dxa"/>
          </w:tcPr>
          <w:p w14:paraId="74E2CBCF" w14:textId="5521191E" w:rsid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Valvola manuale ad H a squadra con adattatore 3/4” x 1/2" può essere utilizzata per collegare la valvola radiatore alla rete idraulica di riscaldamento.</w:t>
            </w:r>
          </w:p>
          <w:p w14:paraId="71CD6CC3" w14:textId="77777777" w:rsidR="005379BA" w:rsidRPr="00FC18A2" w:rsidRDefault="005379BA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BB1AEF9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La valvola è costituita da:</w:t>
            </w:r>
          </w:p>
          <w:p w14:paraId="2A925A27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Corpo in ottone nichelato UNI EN 12165 CW617N</w:t>
            </w:r>
          </w:p>
          <w:p w14:paraId="4B995FE3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 xml:space="preserve">Otturatore in ottone UNI EN 12164 CW617N nichelato </w:t>
            </w:r>
          </w:p>
          <w:p w14:paraId="56005983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O-ring di tenuta otturatore in EPDM</w:t>
            </w:r>
          </w:p>
          <w:p w14:paraId="6676CC75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O-ring in EPDM</w:t>
            </w:r>
          </w:p>
          <w:p w14:paraId="768E847C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Ghiera in ottone UNI EN 12164 CW614N nichelata</w:t>
            </w:r>
          </w:p>
          <w:p w14:paraId="547D7D09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Ghiera flangiata in ottone UNI EN 12164 CW614N</w:t>
            </w:r>
          </w:p>
          <w:p w14:paraId="6D32A300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Dado in ottone UNI EN 12165 CW617N nichelato</w:t>
            </w:r>
          </w:p>
          <w:p w14:paraId="4AA423F2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603D8F4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CA6BA8B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Interasse: 50 mm</w:t>
            </w:r>
          </w:p>
          <w:p w14:paraId="134F3F4A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Pressione massima di esercizio: 10 bar</w:t>
            </w:r>
          </w:p>
          <w:p w14:paraId="623BB6B9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Pressione differenziale massima: 6 bar</w:t>
            </w:r>
          </w:p>
          <w:p w14:paraId="27DDC3EE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Temperatura massima di esercizio: 100°C</w:t>
            </w:r>
          </w:p>
          <w:p w14:paraId="01B24A72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 xml:space="preserve">Attacchi impianto: 3/4" </w:t>
            </w:r>
            <w:proofErr w:type="spellStart"/>
            <w:r w:rsidRPr="00FC18A2"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</w:p>
          <w:p w14:paraId="2FDEA7BE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BD603F0" w14:textId="5E5F89D4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C18A2">
              <w:rPr>
                <w:rFonts w:ascii="Poppins" w:hAnsi="Poppins" w:cs="Poppins"/>
                <w:b/>
                <w:sz w:val="20"/>
              </w:rPr>
              <w:t>Marca E</w:t>
            </w:r>
            <w:r w:rsidR="005379BA">
              <w:rPr>
                <w:rFonts w:ascii="Poppins" w:hAnsi="Poppins" w:cs="Poppins"/>
                <w:b/>
                <w:sz w:val="20"/>
              </w:rPr>
              <w:t>mmeti</w:t>
            </w:r>
            <w:r w:rsidRPr="00FC18A2">
              <w:rPr>
                <w:rFonts w:ascii="Poppins" w:hAnsi="Poppins" w:cs="Poppins"/>
                <w:b/>
                <w:sz w:val="20"/>
              </w:rPr>
              <w:t xml:space="preserve"> – Modello Valvola manuale ad H a squadra con adattatore o equivalente.</w:t>
            </w:r>
          </w:p>
        </w:tc>
      </w:tr>
      <w:tr w:rsidR="00FC18A2" w14:paraId="79D460A0" w14:textId="77777777" w:rsidTr="00FC18A2">
        <w:trPr>
          <w:trHeight w:val="675"/>
        </w:trPr>
        <w:tc>
          <w:tcPr>
            <w:tcW w:w="1299" w:type="dxa"/>
          </w:tcPr>
          <w:p w14:paraId="3DE201D6" w14:textId="6FFC6189" w:rsidR="00FC18A2" w:rsidRPr="00FC18A2" w:rsidRDefault="00D000D9" w:rsidP="00FC18A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01308240</w:t>
            </w:r>
          </w:p>
        </w:tc>
        <w:tc>
          <w:tcPr>
            <w:tcW w:w="2310" w:type="dxa"/>
          </w:tcPr>
          <w:p w14:paraId="226D35C7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Valvola manuale ad H a squadra</w:t>
            </w:r>
          </w:p>
        </w:tc>
        <w:tc>
          <w:tcPr>
            <w:tcW w:w="5889" w:type="dxa"/>
          </w:tcPr>
          <w:p w14:paraId="52B4CE43" w14:textId="38F1E175" w:rsid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Valvola manuale ad H a squadra 3/4” x 3/4" può essere utilizzata per collegare la valvola radiatore alla rete idraulica di riscaldamento.</w:t>
            </w:r>
          </w:p>
          <w:p w14:paraId="32630724" w14:textId="77777777" w:rsidR="005379BA" w:rsidRPr="00FC18A2" w:rsidRDefault="005379BA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D59B84D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La valvola è costituita da:</w:t>
            </w:r>
          </w:p>
          <w:p w14:paraId="76006B9D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Corpo in ottone nichelato UNI EN 12165 CW617N</w:t>
            </w:r>
          </w:p>
          <w:p w14:paraId="092D59CE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 xml:space="preserve">Otturatore in ottone UNI EN 12164 CW617N nichelato </w:t>
            </w:r>
          </w:p>
          <w:p w14:paraId="2BDAD960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O-ring di tenuta otturatore in EPDM</w:t>
            </w:r>
          </w:p>
          <w:p w14:paraId="05D211CB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O-ring in EPDM</w:t>
            </w:r>
          </w:p>
          <w:p w14:paraId="67014B05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Ghiera in ottone UNI EN 12164 CW614N nichelata</w:t>
            </w:r>
          </w:p>
          <w:p w14:paraId="37A7FA73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Ghiera flangiata in ottone UNI EN 12164 CW614N</w:t>
            </w:r>
          </w:p>
          <w:p w14:paraId="423FDC61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Dado in ottone UNI EN 12165 CW617N nichelato</w:t>
            </w:r>
          </w:p>
          <w:p w14:paraId="26F63D79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FA10254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EE33345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Interasse: 50 mm</w:t>
            </w:r>
          </w:p>
          <w:p w14:paraId="1D32C758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lastRenderedPageBreak/>
              <w:t>Pressione massima di esercizio: 10 bar</w:t>
            </w:r>
          </w:p>
          <w:p w14:paraId="40163663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Pressione differenziale massima: 6 bar</w:t>
            </w:r>
          </w:p>
          <w:p w14:paraId="2F314F61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>Temperatura massima di esercizio: 100°C</w:t>
            </w:r>
          </w:p>
          <w:p w14:paraId="11BF06CC" w14:textId="77777777" w:rsidR="00FC18A2" w:rsidRPr="00FC18A2" w:rsidRDefault="00FC18A2" w:rsidP="00FC18A2">
            <w:pPr>
              <w:pStyle w:val="Intestazione"/>
              <w:numPr>
                <w:ilvl w:val="0"/>
                <w:numId w:val="32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 xml:space="preserve">Attacchi impianto: 3/4" </w:t>
            </w:r>
            <w:proofErr w:type="spellStart"/>
            <w:r w:rsidRPr="00FC18A2"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</w:p>
          <w:p w14:paraId="68746951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4F944E1" w14:textId="13F1E525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C18A2">
              <w:rPr>
                <w:rFonts w:ascii="Poppins" w:hAnsi="Poppins" w:cs="Poppins"/>
                <w:b/>
                <w:sz w:val="20"/>
              </w:rPr>
              <w:t>Marca E</w:t>
            </w:r>
            <w:r w:rsidR="005379BA">
              <w:rPr>
                <w:rFonts w:ascii="Poppins" w:hAnsi="Poppins" w:cs="Poppins"/>
                <w:b/>
                <w:sz w:val="20"/>
              </w:rPr>
              <w:t>mmeti</w:t>
            </w:r>
            <w:r w:rsidRPr="00FC18A2">
              <w:rPr>
                <w:rFonts w:ascii="Poppins" w:hAnsi="Poppins" w:cs="Poppins"/>
                <w:b/>
                <w:sz w:val="20"/>
              </w:rPr>
              <w:t xml:space="preserve"> – Modello Valvola manuale ad H a squadra o equivalente.</w:t>
            </w:r>
          </w:p>
        </w:tc>
      </w:tr>
      <w:tr w:rsidR="00FC18A2" w14:paraId="36E0C2B3" w14:textId="77777777" w:rsidTr="00FC18A2">
        <w:trPr>
          <w:trHeight w:val="675"/>
        </w:trPr>
        <w:tc>
          <w:tcPr>
            <w:tcW w:w="1299" w:type="dxa"/>
          </w:tcPr>
          <w:p w14:paraId="638BC1C0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lastRenderedPageBreak/>
              <w:t>01306626</w:t>
            </w:r>
          </w:p>
        </w:tc>
        <w:tc>
          <w:tcPr>
            <w:tcW w:w="2310" w:type="dxa"/>
          </w:tcPr>
          <w:p w14:paraId="0394C4AF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 xml:space="preserve">Coppia adattatori 3/4" </w:t>
            </w:r>
            <w:proofErr w:type="spellStart"/>
            <w:r w:rsidRPr="00FC18A2"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 w:rsidRPr="00FC18A2">
              <w:rPr>
                <w:rFonts w:ascii="Poppins" w:hAnsi="Poppins" w:cs="Poppins"/>
                <w:bCs/>
                <w:sz w:val="20"/>
              </w:rPr>
              <w:t xml:space="preserve"> x 1/2" maschio</w:t>
            </w:r>
          </w:p>
        </w:tc>
        <w:tc>
          <w:tcPr>
            <w:tcW w:w="5889" w:type="dxa"/>
          </w:tcPr>
          <w:p w14:paraId="7D4A308F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Cs/>
                <w:sz w:val="20"/>
              </w:rPr>
              <w:t xml:space="preserve">Coppia di adattatori 3/4" </w:t>
            </w:r>
            <w:proofErr w:type="spellStart"/>
            <w:r w:rsidRPr="00FC18A2"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 w:rsidRPr="00FC18A2">
              <w:rPr>
                <w:rFonts w:ascii="Poppins" w:hAnsi="Poppins" w:cs="Poppins"/>
                <w:bCs/>
                <w:sz w:val="20"/>
              </w:rPr>
              <w:t xml:space="preserve"> x 1/2" maschio per valvole ad H.</w:t>
            </w:r>
          </w:p>
          <w:p w14:paraId="2235C6A0" w14:textId="77777777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411B887" w14:textId="7F565596" w:rsidR="00FC18A2" w:rsidRPr="00FC18A2" w:rsidRDefault="00FC18A2" w:rsidP="00FC18A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FC18A2">
              <w:rPr>
                <w:rFonts w:ascii="Poppins" w:hAnsi="Poppins" w:cs="Poppins"/>
                <w:b/>
                <w:sz w:val="20"/>
              </w:rPr>
              <w:t>Marca E</w:t>
            </w:r>
            <w:r w:rsidR="005379BA">
              <w:rPr>
                <w:rFonts w:ascii="Poppins" w:hAnsi="Poppins" w:cs="Poppins"/>
                <w:b/>
                <w:sz w:val="20"/>
              </w:rPr>
              <w:t>mmeti</w:t>
            </w:r>
            <w:r w:rsidRPr="00FC18A2">
              <w:rPr>
                <w:rFonts w:ascii="Poppins" w:hAnsi="Poppins" w:cs="Poppins"/>
                <w:b/>
                <w:sz w:val="20"/>
              </w:rPr>
              <w:t xml:space="preserve"> – Modello Coppia adattatori 3/4" </w:t>
            </w:r>
            <w:proofErr w:type="spellStart"/>
            <w:r w:rsidRPr="00FC18A2">
              <w:rPr>
                <w:rFonts w:ascii="Poppins" w:hAnsi="Poppins" w:cs="Poppins"/>
                <w:b/>
                <w:sz w:val="20"/>
              </w:rPr>
              <w:t>Eurocono</w:t>
            </w:r>
            <w:proofErr w:type="spellEnd"/>
            <w:r w:rsidRPr="00FC18A2">
              <w:rPr>
                <w:rFonts w:ascii="Poppins" w:hAnsi="Poppins" w:cs="Poppins"/>
                <w:b/>
                <w:sz w:val="20"/>
              </w:rPr>
              <w:t xml:space="preserve"> x 1/2" maschio o equivalente.</w:t>
            </w:r>
          </w:p>
        </w:tc>
      </w:tr>
    </w:tbl>
    <w:p w14:paraId="679A1495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9335B" w14:textId="77777777" w:rsidR="00390D4E" w:rsidRDefault="00390D4E">
      <w:r>
        <w:separator/>
      </w:r>
    </w:p>
  </w:endnote>
  <w:endnote w:type="continuationSeparator" w:id="0">
    <w:p w14:paraId="5DA30E61" w14:textId="77777777" w:rsidR="00390D4E" w:rsidRDefault="00390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BB0AA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153A3106" w14:textId="77777777" w:rsidTr="004706FD">
      <w:tc>
        <w:tcPr>
          <w:tcW w:w="4534" w:type="dxa"/>
        </w:tcPr>
        <w:p w14:paraId="5DE5282C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F74323">
            <w:rPr>
              <w:rFonts w:ascii="Poppins" w:hAnsi="Poppins" w:cs="Poppins"/>
              <w:iCs/>
              <w:noProof/>
              <w:sz w:val="16"/>
            </w:rPr>
            <w:t>Valvole ad H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B430596" w14:textId="470BF88C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5C18F1">
            <w:rPr>
              <w:rFonts w:ascii="Poppins" w:hAnsi="Poppins" w:cs="Poppins"/>
              <w:noProof/>
              <w:sz w:val="14"/>
              <w:szCs w:val="14"/>
            </w:rPr>
            <w:t>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74776B5F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1F025D9" wp14:editId="14E8AFC1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483E1" w14:textId="77777777" w:rsidR="00390D4E" w:rsidRDefault="00390D4E">
      <w:r>
        <w:separator/>
      </w:r>
    </w:p>
  </w:footnote>
  <w:footnote w:type="continuationSeparator" w:id="0">
    <w:p w14:paraId="16CAFC77" w14:textId="77777777" w:rsidR="00390D4E" w:rsidRDefault="00390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23B13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30F81987" wp14:editId="38F81FFE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6A12065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3E648A0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E1735"/>
    <w:multiLevelType w:val="hybridMultilevel"/>
    <w:tmpl w:val="8B84E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109B8"/>
    <w:multiLevelType w:val="hybridMultilevel"/>
    <w:tmpl w:val="54C8E12C"/>
    <w:lvl w:ilvl="0" w:tplc="2BB2D3DC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7105771">
    <w:abstractNumId w:val="18"/>
  </w:num>
  <w:num w:numId="2" w16cid:durableId="847403846">
    <w:abstractNumId w:val="17"/>
  </w:num>
  <w:num w:numId="3" w16cid:durableId="2118939090">
    <w:abstractNumId w:val="7"/>
  </w:num>
  <w:num w:numId="4" w16cid:durableId="2119594351">
    <w:abstractNumId w:val="4"/>
  </w:num>
  <w:num w:numId="5" w16cid:durableId="1704600460">
    <w:abstractNumId w:val="15"/>
  </w:num>
  <w:num w:numId="6" w16cid:durableId="1869558822">
    <w:abstractNumId w:val="13"/>
  </w:num>
  <w:num w:numId="7" w16cid:durableId="1142383565">
    <w:abstractNumId w:val="9"/>
  </w:num>
  <w:num w:numId="8" w16cid:durableId="1584408595">
    <w:abstractNumId w:val="13"/>
  </w:num>
  <w:num w:numId="9" w16cid:durableId="1113212104">
    <w:abstractNumId w:val="0"/>
  </w:num>
  <w:num w:numId="10" w16cid:durableId="97339873">
    <w:abstractNumId w:val="13"/>
  </w:num>
  <w:num w:numId="11" w16cid:durableId="1129860736">
    <w:abstractNumId w:val="21"/>
  </w:num>
  <w:num w:numId="12" w16cid:durableId="1166171675">
    <w:abstractNumId w:val="24"/>
  </w:num>
  <w:num w:numId="13" w16cid:durableId="1836843352">
    <w:abstractNumId w:val="20"/>
  </w:num>
  <w:num w:numId="14" w16cid:durableId="199367784">
    <w:abstractNumId w:val="11"/>
  </w:num>
  <w:num w:numId="15" w16cid:durableId="792096646">
    <w:abstractNumId w:val="22"/>
  </w:num>
  <w:num w:numId="16" w16cid:durableId="1483086431">
    <w:abstractNumId w:val="26"/>
  </w:num>
  <w:num w:numId="17" w16cid:durableId="312950726">
    <w:abstractNumId w:val="28"/>
  </w:num>
  <w:num w:numId="18" w16cid:durableId="1392078119">
    <w:abstractNumId w:val="23"/>
  </w:num>
  <w:num w:numId="19" w16cid:durableId="1916432942">
    <w:abstractNumId w:val="1"/>
  </w:num>
  <w:num w:numId="20" w16cid:durableId="526217119">
    <w:abstractNumId w:val="2"/>
  </w:num>
  <w:num w:numId="21" w16cid:durableId="1399092221">
    <w:abstractNumId w:val="16"/>
  </w:num>
  <w:num w:numId="22" w16cid:durableId="1054816574">
    <w:abstractNumId w:val="6"/>
  </w:num>
  <w:num w:numId="23" w16cid:durableId="480384937">
    <w:abstractNumId w:val="19"/>
  </w:num>
  <w:num w:numId="24" w16cid:durableId="1707215598">
    <w:abstractNumId w:val="27"/>
  </w:num>
  <w:num w:numId="25" w16cid:durableId="1068653027">
    <w:abstractNumId w:val="8"/>
  </w:num>
  <w:num w:numId="26" w16cid:durableId="334457985">
    <w:abstractNumId w:val="12"/>
  </w:num>
  <w:num w:numId="27" w16cid:durableId="21172798">
    <w:abstractNumId w:val="25"/>
  </w:num>
  <w:num w:numId="28" w16cid:durableId="1504515735">
    <w:abstractNumId w:val="14"/>
  </w:num>
  <w:num w:numId="29" w16cid:durableId="999308187">
    <w:abstractNumId w:val="5"/>
  </w:num>
  <w:num w:numId="30" w16cid:durableId="257714117">
    <w:abstractNumId w:val="3"/>
  </w:num>
  <w:num w:numId="31" w16cid:durableId="1065951163">
    <w:abstractNumId w:val="6"/>
  </w:num>
  <w:num w:numId="32" w16cid:durableId="18234246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354A"/>
    <w:rsid w:val="000461F7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62D2"/>
    <w:rsid w:val="002B5D63"/>
    <w:rsid w:val="002E3471"/>
    <w:rsid w:val="002F7EEA"/>
    <w:rsid w:val="00304518"/>
    <w:rsid w:val="003333BC"/>
    <w:rsid w:val="00344430"/>
    <w:rsid w:val="00350CA2"/>
    <w:rsid w:val="003524C7"/>
    <w:rsid w:val="00357812"/>
    <w:rsid w:val="00365710"/>
    <w:rsid w:val="00372ECE"/>
    <w:rsid w:val="00390D4E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83FAC"/>
    <w:rsid w:val="004F1A26"/>
    <w:rsid w:val="005235FA"/>
    <w:rsid w:val="00525BAE"/>
    <w:rsid w:val="00530F9B"/>
    <w:rsid w:val="005315F1"/>
    <w:rsid w:val="00536743"/>
    <w:rsid w:val="005379BA"/>
    <w:rsid w:val="0054295B"/>
    <w:rsid w:val="00562E55"/>
    <w:rsid w:val="00584984"/>
    <w:rsid w:val="005C18F1"/>
    <w:rsid w:val="005C61B9"/>
    <w:rsid w:val="005E1169"/>
    <w:rsid w:val="006015C2"/>
    <w:rsid w:val="006040F5"/>
    <w:rsid w:val="00610639"/>
    <w:rsid w:val="00620C00"/>
    <w:rsid w:val="00665813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8E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7902"/>
    <w:rsid w:val="008A2C0A"/>
    <w:rsid w:val="008B5587"/>
    <w:rsid w:val="008C2F88"/>
    <w:rsid w:val="008E5212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62A77"/>
    <w:rsid w:val="00A743FF"/>
    <w:rsid w:val="00A82E78"/>
    <w:rsid w:val="00AC0741"/>
    <w:rsid w:val="00AD05EC"/>
    <w:rsid w:val="00AD1706"/>
    <w:rsid w:val="00AF334F"/>
    <w:rsid w:val="00AF350C"/>
    <w:rsid w:val="00B406A9"/>
    <w:rsid w:val="00B7475F"/>
    <w:rsid w:val="00B93CD1"/>
    <w:rsid w:val="00BB0104"/>
    <w:rsid w:val="00BB2A5B"/>
    <w:rsid w:val="00BD14D8"/>
    <w:rsid w:val="00BE0D8E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00D9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A01C8"/>
    <w:rsid w:val="00EB33B9"/>
    <w:rsid w:val="00EC29FF"/>
    <w:rsid w:val="00ED24CF"/>
    <w:rsid w:val="00EF73E5"/>
    <w:rsid w:val="00F50F65"/>
    <w:rsid w:val="00F53758"/>
    <w:rsid w:val="00F60A08"/>
    <w:rsid w:val="00F74323"/>
    <w:rsid w:val="00FC18A2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E19617F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AFA53-F901-4685-8DCC-E10CA69A0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</Pages>
  <Words>567</Words>
  <Characters>2764</Characters>
  <Application>Microsoft Office Word</Application>
  <DocSecurity>4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3325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2025-01-15T09:38:00Z</dcterms:created>
  <dcterms:modified xsi:type="dcterms:W3CDTF">2025-01-15T09:38:00Z</dcterms:modified>
</cp:coreProperties>
</file>